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F61401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82F8A">
        <w:rPr>
          <w:rFonts w:ascii="Corbel" w:hAnsi="Corbel"/>
          <w:i/>
          <w:smallCaps/>
          <w:sz w:val="24"/>
          <w:szCs w:val="24"/>
        </w:rPr>
        <w:t>20</w:t>
      </w:r>
      <w:r w:rsidR="00E34441">
        <w:rPr>
          <w:rFonts w:ascii="Corbel" w:hAnsi="Corbel"/>
          <w:i/>
          <w:smallCaps/>
          <w:sz w:val="24"/>
          <w:szCs w:val="24"/>
        </w:rPr>
        <w:t>20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1C7FBE">
        <w:rPr>
          <w:rFonts w:ascii="Corbel" w:hAnsi="Corbel"/>
          <w:i/>
          <w:smallCaps/>
          <w:sz w:val="24"/>
          <w:szCs w:val="24"/>
        </w:rPr>
        <w:t>202</w:t>
      </w:r>
      <w:r w:rsidR="00E34441">
        <w:rPr>
          <w:rFonts w:ascii="Corbel" w:hAnsi="Corbel"/>
          <w:i/>
          <w:smallCaps/>
          <w:sz w:val="24"/>
          <w:szCs w:val="24"/>
        </w:rPr>
        <w:t>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5CF22A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3487">
        <w:rPr>
          <w:rFonts w:ascii="Corbel" w:hAnsi="Corbel"/>
          <w:sz w:val="20"/>
          <w:szCs w:val="20"/>
        </w:rPr>
        <w:t>20</w:t>
      </w:r>
      <w:r w:rsidR="00E34441">
        <w:rPr>
          <w:rFonts w:ascii="Corbel" w:hAnsi="Corbel"/>
          <w:sz w:val="20"/>
          <w:szCs w:val="20"/>
        </w:rPr>
        <w:t>20</w:t>
      </w:r>
      <w:r w:rsidR="00F43487">
        <w:rPr>
          <w:rFonts w:ascii="Corbel" w:hAnsi="Corbel"/>
          <w:sz w:val="20"/>
          <w:szCs w:val="20"/>
        </w:rPr>
        <w:t>/</w:t>
      </w:r>
      <w:r w:rsidR="00082F8A" w:rsidRPr="00F43487">
        <w:rPr>
          <w:rFonts w:ascii="Corbel" w:hAnsi="Corbel"/>
          <w:sz w:val="20"/>
          <w:szCs w:val="20"/>
        </w:rPr>
        <w:t>202</w:t>
      </w:r>
      <w:r w:rsidR="00E34441">
        <w:rPr>
          <w:rFonts w:ascii="Corbel" w:hAnsi="Corbel"/>
          <w:sz w:val="20"/>
          <w:szCs w:val="20"/>
        </w:rPr>
        <w:t>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32CD5BB3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5FA015FF" w:rsidR="0085747A" w:rsidRPr="009C54AE" w:rsidRDefault="00CC40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DC915C4" w:rsidR="0085747A" w:rsidRPr="009C54AE" w:rsidRDefault="006527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76A1887" w:rsidR="0085747A" w:rsidRPr="009C54AE" w:rsidRDefault="001C7FBE" w:rsidP="008541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854196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632589D1" w:rsidR="0085747A" w:rsidRPr="009C54AE" w:rsidRDefault="00695E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6538A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78B1FF80" w:rsidR="00923D7D" w:rsidRPr="009C54AE" w:rsidRDefault="008541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436767C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327BB1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A717AFC" w:rsidR="00015B8F" w:rsidRPr="009C54AE" w:rsidRDefault="008541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839E9C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37F463F" w:rsidR="00015B8F" w:rsidRPr="009C54AE" w:rsidRDefault="006527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6D1A7828" w:rsidR="009C54AE" w:rsidRPr="005E5735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5735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16F9610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C4D22F" w14:textId="77777777" w:rsidR="00235BAE" w:rsidRDefault="00235BAE" w:rsidP="00235B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235BAE" w:rsidRPr="00A42AF1" w14:paraId="159434DF" w14:textId="77777777" w:rsidTr="0027254C">
        <w:tc>
          <w:tcPr>
            <w:tcW w:w="675" w:type="dxa"/>
            <w:vAlign w:val="center"/>
          </w:tcPr>
          <w:p w14:paraId="0307A9FB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810BFA0" w14:textId="1CDA7734" w:rsidR="00235BAE" w:rsidRPr="00B72B24" w:rsidRDefault="007511E0" w:rsidP="007511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 ś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wiadomość roli wykształcenia ogólnego i zawodowego w rozumieniu świata i kierowaniu sobą, projektowaniu własnego rozwoju osobistego i zawodowego. </w:t>
            </w:r>
          </w:p>
        </w:tc>
      </w:tr>
      <w:tr w:rsidR="00235BAE" w:rsidRPr="00A42AF1" w14:paraId="50B07D2E" w14:textId="77777777" w:rsidTr="0027254C">
        <w:tc>
          <w:tcPr>
            <w:tcW w:w="675" w:type="dxa"/>
            <w:vAlign w:val="center"/>
          </w:tcPr>
          <w:p w14:paraId="71BD0E06" w14:textId="77777777" w:rsidR="00235BAE" w:rsidRPr="00B72B24" w:rsidRDefault="00235BAE" w:rsidP="0027254C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7CCFF32A" w14:textId="75F4F02F" w:rsidR="00235BAE" w:rsidRPr="00B72B24" w:rsidRDefault="007511E0" w:rsidP="004E42F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E42FA">
              <w:rPr>
                <w:rFonts w:ascii="Corbel" w:hAnsi="Corbel"/>
                <w:sz w:val="24"/>
                <w:szCs w:val="24"/>
              </w:rPr>
              <w:t>zna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 w:rsidR="004E42FA">
              <w:rPr>
                <w:rFonts w:ascii="Corbel" w:hAnsi="Corbel"/>
                <w:sz w:val="24"/>
                <w:szCs w:val="24"/>
              </w:rPr>
              <w:t>e</w:t>
            </w:r>
            <w:r w:rsidR="00235BAE"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 </w:t>
            </w:r>
          </w:p>
        </w:tc>
      </w:tr>
      <w:tr w:rsidR="00235BAE" w:rsidRPr="00A42AF1" w14:paraId="60EBB835" w14:textId="77777777" w:rsidTr="0027254C">
        <w:tc>
          <w:tcPr>
            <w:tcW w:w="675" w:type="dxa"/>
            <w:vAlign w:val="center"/>
          </w:tcPr>
          <w:p w14:paraId="1DBF2F58" w14:textId="77777777" w:rsidR="00235BAE" w:rsidRPr="00B72B24" w:rsidRDefault="00235BAE" w:rsidP="0027254C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4A881072" w14:textId="6F55BBF1" w:rsidR="00235BAE" w:rsidRPr="00B72B24" w:rsidRDefault="004E42FA" w:rsidP="004E42F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s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prawn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>e posług</w:t>
            </w:r>
            <w:r>
              <w:rPr>
                <w:rFonts w:ascii="Corbel" w:hAnsi="Corbel"/>
                <w:b w:val="0"/>
                <w:sz w:val="24"/>
                <w:szCs w:val="24"/>
              </w:rPr>
              <w:t>uje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5BAE" w:rsidRPr="00B72B24">
              <w:rPr>
                <w:rFonts w:ascii="Corbel" w:hAnsi="Corbel"/>
                <w:b w:val="0"/>
                <w:sz w:val="24"/>
                <w:szCs w:val="24"/>
              </w:rPr>
              <w:t xml:space="preserve">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221E1A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221E1A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345682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D2DC7B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61403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221E1A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184B4F7D" w:rsidR="00D30455" w:rsidRPr="00C72364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6EE93640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3D31EE7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221E1A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181C014C" w:rsidR="0031147F" w:rsidRPr="00C72364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5553BB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E1A7DD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221E1A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2166092A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08F199D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A7645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221E1A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5D78790F" w:rsidR="003343D3" w:rsidRPr="00C72364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krytycznie ocenić tworzoną praktykę edukacyjną z wykorzystaniem posiadanej wiedzy, a także dokonywać twórczej interpretacji i projektować nowe rozwiązania edukacyjne</w:t>
            </w:r>
          </w:p>
        </w:tc>
        <w:tc>
          <w:tcPr>
            <w:tcW w:w="1695" w:type="dxa"/>
          </w:tcPr>
          <w:p w14:paraId="2BC0F68F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BF9216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221E1A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64540A11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713113C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188E339" w14:textId="77777777" w:rsidR="00854196" w:rsidRDefault="00854196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C72364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C72364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</w:t>
            </w:r>
            <w:r w:rsidRPr="00C72364">
              <w:rPr>
                <w:rFonts w:ascii="Corbel" w:hAnsi="Corbel"/>
                <w:sz w:val="24"/>
                <w:szCs w:val="24"/>
              </w:rPr>
              <w:lastRenderedPageBreak/>
              <w:t>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Zasady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C72364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C72364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C72364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695E9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C7236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b/>
                <w:sz w:val="24"/>
                <w:szCs w:val="24"/>
              </w:rPr>
              <w:lastRenderedPageBreak/>
              <w:t>B.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C7236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C72364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C72364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C72364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E24046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016B6967" w:rsidR="0085747A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43A1499F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473E42" w14:textId="77777777" w:rsidR="006538A4" w:rsidRDefault="006538A4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7956F8AB" w:rsidR="00C61DC5" w:rsidRPr="009C54AE" w:rsidRDefault="006527BC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AA65A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C7236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F3F75">
        <w:trPr>
          <w:trHeight w:val="397"/>
        </w:trPr>
        <w:tc>
          <w:tcPr>
            <w:tcW w:w="9497" w:type="dxa"/>
          </w:tcPr>
          <w:p w14:paraId="1524A579" w14:textId="77777777" w:rsidR="0085747A" w:rsidRPr="00C7236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36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C72364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C72364" w:rsidRDefault="001C7085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C7236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C72364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C72364" w:rsidRDefault="00F97E31" w:rsidP="00C72364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72364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C72364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C7236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72364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C72364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1CC6430A" w:rsidR="001C7085" w:rsidRPr="00F97E31" w:rsidRDefault="001C7085" w:rsidP="00C72364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C7236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C7236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F3F75">
        <w:trPr>
          <w:trHeight w:val="397"/>
        </w:trPr>
        <w:tc>
          <w:tcPr>
            <w:tcW w:w="9497" w:type="dxa"/>
          </w:tcPr>
          <w:p w14:paraId="3E79762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8B6186" w14:textId="3E10836B" w:rsid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Półturzycki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68655E6E" w:rsidR="00D6390D" w:rsidRPr="001C7085" w:rsidRDefault="001C7085" w:rsidP="00C72364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1C708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1C70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50404" w14:textId="77777777" w:rsidR="000F5BF7" w:rsidRDefault="000F5BF7" w:rsidP="00C16ABF">
      <w:pPr>
        <w:spacing w:after="0" w:line="240" w:lineRule="auto"/>
      </w:pPr>
      <w:r>
        <w:separator/>
      </w:r>
    </w:p>
  </w:endnote>
  <w:endnote w:type="continuationSeparator" w:id="0">
    <w:p w14:paraId="682CB136" w14:textId="77777777" w:rsidR="000F5BF7" w:rsidRDefault="000F5BF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2846EE" w14:textId="77777777" w:rsidR="000F5BF7" w:rsidRDefault="000F5BF7" w:rsidP="00C16ABF">
      <w:pPr>
        <w:spacing w:after="0" w:line="240" w:lineRule="auto"/>
      </w:pPr>
      <w:r>
        <w:separator/>
      </w:r>
    </w:p>
  </w:footnote>
  <w:footnote w:type="continuationSeparator" w:id="0">
    <w:p w14:paraId="5EFE27D8" w14:textId="77777777" w:rsidR="000F5BF7" w:rsidRDefault="000F5BF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2A62C1"/>
    <w:multiLevelType w:val="hybridMultilevel"/>
    <w:tmpl w:val="A63CF52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D2596"/>
    <w:multiLevelType w:val="hybridMultilevel"/>
    <w:tmpl w:val="5A9C8D7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5"/>
  </w:num>
  <w:num w:numId="8">
    <w:abstractNumId w:val="3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5BF7"/>
    <w:rsid w:val="00124BFF"/>
    <w:rsid w:val="0012560E"/>
    <w:rsid w:val="00127108"/>
    <w:rsid w:val="00134B13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2CA2"/>
    <w:rsid w:val="002144C0"/>
    <w:rsid w:val="00221E1A"/>
    <w:rsid w:val="0022477D"/>
    <w:rsid w:val="002278A9"/>
    <w:rsid w:val="002336F9"/>
    <w:rsid w:val="00235BAE"/>
    <w:rsid w:val="0024028F"/>
    <w:rsid w:val="00244ABC"/>
    <w:rsid w:val="00257888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3982"/>
    <w:rsid w:val="002F02A3"/>
    <w:rsid w:val="002F4ABE"/>
    <w:rsid w:val="003018BA"/>
    <w:rsid w:val="00301EBC"/>
    <w:rsid w:val="0030395F"/>
    <w:rsid w:val="00305C92"/>
    <w:rsid w:val="0031147F"/>
    <w:rsid w:val="003151C5"/>
    <w:rsid w:val="003343CF"/>
    <w:rsid w:val="003343D3"/>
    <w:rsid w:val="00346FE9"/>
    <w:rsid w:val="0034759A"/>
    <w:rsid w:val="003503F6"/>
    <w:rsid w:val="003530DD"/>
    <w:rsid w:val="00363F78"/>
    <w:rsid w:val="003A0A5B"/>
    <w:rsid w:val="003A1176"/>
    <w:rsid w:val="003A423C"/>
    <w:rsid w:val="003C0BAE"/>
    <w:rsid w:val="003D18A9"/>
    <w:rsid w:val="003D6CE2"/>
    <w:rsid w:val="003E1941"/>
    <w:rsid w:val="003E2FE6"/>
    <w:rsid w:val="003E498A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0A77"/>
    <w:rsid w:val="005C55E5"/>
    <w:rsid w:val="005C696A"/>
    <w:rsid w:val="005E13D5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27BC"/>
    <w:rsid w:val="006538A4"/>
    <w:rsid w:val="00654934"/>
    <w:rsid w:val="006620D9"/>
    <w:rsid w:val="00671958"/>
    <w:rsid w:val="00675843"/>
    <w:rsid w:val="00676637"/>
    <w:rsid w:val="00695E94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C3299"/>
    <w:rsid w:val="007C3BCC"/>
    <w:rsid w:val="007C4546"/>
    <w:rsid w:val="007D2AD8"/>
    <w:rsid w:val="007D6E56"/>
    <w:rsid w:val="007D6E75"/>
    <w:rsid w:val="007F1652"/>
    <w:rsid w:val="007F4155"/>
    <w:rsid w:val="0081554D"/>
    <w:rsid w:val="0081707E"/>
    <w:rsid w:val="008449B3"/>
    <w:rsid w:val="00854196"/>
    <w:rsid w:val="0085747A"/>
    <w:rsid w:val="00884922"/>
    <w:rsid w:val="00885118"/>
    <w:rsid w:val="00885F64"/>
    <w:rsid w:val="0089059F"/>
    <w:rsid w:val="008917F9"/>
    <w:rsid w:val="008A36FE"/>
    <w:rsid w:val="008A45F7"/>
    <w:rsid w:val="008B516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936"/>
    <w:rsid w:val="00A97DE1"/>
    <w:rsid w:val="00AA65A9"/>
    <w:rsid w:val="00AB053C"/>
    <w:rsid w:val="00AB725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64"/>
    <w:rsid w:val="00C766DF"/>
    <w:rsid w:val="00C94B98"/>
    <w:rsid w:val="00CA2B96"/>
    <w:rsid w:val="00CA5089"/>
    <w:rsid w:val="00CB0255"/>
    <w:rsid w:val="00CB1C4B"/>
    <w:rsid w:val="00CB42CB"/>
    <w:rsid w:val="00CC40F2"/>
    <w:rsid w:val="00CD6897"/>
    <w:rsid w:val="00CE5BAC"/>
    <w:rsid w:val="00CF25BE"/>
    <w:rsid w:val="00CF3F75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E70B0"/>
    <w:rsid w:val="00DF320D"/>
    <w:rsid w:val="00DF71C8"/>
    <w:rsid w:val="00E129B8"/>
    <w:rsid w:val="00E21E7D"/>
    <w:rsid w:val="00E22FBC"/>
    <w:rsid w:val="00E24046"/>
    <w:rsid w:val="00E24BF5"/>
    <w:rsid w:val="00E25338"/>
    <w:rsid w:val="00E34441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D03AB"/>
    <w:rsid w:val="00ED32D2"/>
    <w:rsid w:val="00EE32DE"/>
    <w:rsid w:val="00EE5457"/>
    <w:rsid w:val="00F070AB"/>
    <w:rsid w:val="00F17567"/>
    <w:rsid w:val="00F27A7B"/>
    <w:rsid w:val="00F43487"/>
    <w:rsid w:val="00F526AF"/>
    <w:rsid w:val="00F617C3"/>
    <w:rsid w:val="00F7066B"/>
    <w:rsid w:val="00F82932"/>
    <w:rsid w:val="00F83B28"/>
    <w:rsid w:val="00F97E3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9A5B2-7F15-4B19-9B39-9EDD03989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1572</Words>
  <Characters>9438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2020-10-19T06:24:00Z</cp:lastPrinted>
  <dcterms:created xsi:type="dcterms:W3CDTF">2019-10-25T19:33:00Z</dcterms:created>
  <dcterms:modified xsi:type="dcterms:W3CDTF">2021-10-06T09:28:00Z</dcterms:modified>
</cp:coreProperties>
</file>